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F30" w:rsidRPr="007A1F30" w:rsidRDefault="007A1F30" w:rsidP="007A1F30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7A1F30">
        <w:rPr>
          <w:rFonts w:ascii="Tahoma" w:eastAsia="Times New Roman" w:hAnsi="Tahoma" w:cs="Tahoma"/>
          <w:b/>
          <w:bCs/>
          <w:lang w:eastAsia="pl-PL"/>
        </w:rPr>
        <w:t>Załącznik Nr 4a</w:t>
      </w:r>
    </w:p>
    <w:p w:rsidR="007A1F30" w:rsidRPr="007A1F30" w:rsidRDefault="007A1F30" w:rsidP="007A1F30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7A1F30" w:rsidRPr="007A1F30" w:rsidRDefault="007A1F30" w:rsidP="007A1F30">
      <w:pPr>
        <w:spacing w:after="0" w:line="240" w:lineRule="auto"/>
        <w:rPr>
          <w:rFonts w:ascii="Tahoma" w:eastAsia="Times New Roman" w:hAnsi="Tahoma" w:cs="Tahoma"/>
          <w:lang w:eastAsia="pl-PL"/>
        </w:rPr>
      </w:pP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7A1F30">
        <w:rPr>
          <w:rFonts w:ascii="Tahoma" w:eastAsia="Times New Roman" w:hAnsi="Tahoma" w:cs="Tahoma"/>
          <w:lang w:eastAsia="pl-PL"/>
        </w:rPr>
        <w:t>.......................................................</w:t>
      </w:r>
    </w:p>
    <w:p w:rsidR="007A1F30" w:rsidRPr="007A1F30" w:rsidRDefault="007A1F30" w:rsidP="007A1F30">
      <w:pPr>
        <w:spacing w:after="120" w:line="480" w:lineRule="auto"/>
        <w:rPr>
          <w:rFonts w:ascii="Tahoma" w:eastAsia="Times New Roman" w:hAnsi="Tahoma" w:cs="Tahoma"/>
          <w:lang w:eastAsia="pl-PL"/>
        </w:rPr>
      </w:pPr>
      <w:r w:rsidRPr="007A1F30">
        <w:rPr>
          <w:rFonts w:ascii="Tahoma" w:eastAsia="Times New Roman" w:hAnsi="Tahoma" w:cs="Tahoma"/>
          <w:lang w:eastAsia="pl-PL"/>
        </w:rPr>
        <w:tab/>
        <w:t>(pieczęć Wykonawcy)</w:t>
      </w:r>
    </w:p>
    <w:p w:rsidR="007A1F30" w:rsidRPr="007A1F30" w:rsidRDefault="007A1F30" w:rsidP="007A1F30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0" w:name="_Toc251928079"/>
      <w:bookmarkStart w:id="1" w:name="_Toc252351665"/>
      <w:bookmarkStart w:id="2" w:name="_Toc252351679"/>
      <w:r w:rsidRPr="007A1F30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bookmarkEnd w:id="2"/>
    </w:p>
    <w:p w:rsidR="007A1F30" w:rsidRPr="007A1F30" w:rsidRDefault="007A1F30" w:rsidP="007A1F30">
      <w:pPr>
        <w:keepNext/>
        <w:spacing w:after="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bookmarkStart w:id="3" w:name="_Toc252351666"/>
      <w:bookmarkStart w:id="4" w:name="_Toc252351680"/>
      <w:r w:rsidRPr="007A1F30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dla Osób fizycznych</w:t>
      </w:r>
      <w:bookmarkEnd w:id="3"/>
      <w:bookmarkEnd w:id="4"/>
    </w:p>
    <w:p w:rsidR="007A1F30" w:rsidRPr="007A1F30" w:rsidRDefault="007A1F30" w:rsidP="007A1F30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b/>
          <w:color w:val="000000"/>
          <w:lang w:eastAsia="pl-PL"/>
        </w:rPr>
        <w:t>zgodnie z art. 24 ust. 1 pkt 2 ustawy</w:t>
      </w:r>
    </w:p>
    <w:p w:rsidR="007A1F30" w:rsidRPr="007A1F30" w:rsidRDefault="007A1F30" w:rsidP="007A1F3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 xml:space="preserve">Ja niżej podpisany 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........................................................................................................................................</w:t>
      </w:r>
    </w:p>
    <w:p w:rsidR="007A1F30" w:rsidRPr="007A1F30" w:rsidRDefault="007A1F30" w:rsidP="007A1F30">
      <w:pPr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(imię i nazwisko)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PESEL - ..............................................................................................................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NIP: ...................................................................................................................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zamieszkały: ........................................................................................................................................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 xml:space="preserve">* (prowadzący działalność gospodarczą pod nazwą </w:t>
      </w:r>
    </w:p>
    <w:p w:rsidR="007A1F30" w:rsidRPr="007A1F30" w:rsidRDefault="007A1F30" w:rsidP="007A1F3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 xml:space="preserve">........................................................................................................................................na podstawie wpisu do ........................................................................................................................................ 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7A1F30">
        <w:rPr>
          <w:rFonts w:ascii="Tahoma" w:eastAsia="Times New Roman" w:hAnsi="Tahoma" w:cs="Tahoma"/>
          <w:color w:val="000000"/>
          <w:lang w:eastAsia="pl-PL"/>
        </w:rPr>
        <w:t>pod numerem............................................................................, prowadzonego/</w:t>
      </w:r>
      <w:proofErr w:type="spellStart"/>
      <w:r w:rsidRPr="007A1F30">
        <w:rPr>
          <w:rFonts w:ascii="Tahoma" w:eastAsia="Times New Roman" w:hAnsi="Tahoma" w:cs="Tahoma"/>
          <w:color w:val="000000"/>
          <w:lang w:eastAsia="pl-PL"/>
        </w:rPr>
        <w:t>nej</w:t>
      </w:r>
      <w:proofErr w:type="spellEnd"/>
      <w:r w:rsidRPr="007A1F30">
        <w:rPr>
          <w:rFonts w:ascii="Tahoma" w:eastAsia="Times New Roman" w:hAnsi="Tahoma" w:cs="Tahoma"/>
          <w:color w:val="000000"/>
          <w:lang w:eastAsia="pl-PL"/>
        </w:rPr>
        <w:t xml:space="preserve"> przez .....................................................................................................................................</w:t>
      </w:r>
      <w:r w:rsidRPr="007A1F30">
        <w:rPr>
          <w:rFonts w:ascii="Tahoma" w:eastAsia="Times New Roman" w:hAnsi="Tahoma" w:cs="Tahoma"/>
          <w:color w:val="000000"/>
          <w:lang w:eastAsia="pl-PL"/>
        </w:rPr>
        <w:br/>
        <w:t xml:space="preserve">miejsce prowadzenia działalności ........................................................................................................................) 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7A1F30" w:rsidRPr="007A1F30" w:rsidRDefault="007A1F30" w:rsidP="007A1F30">
      <w:pPr>
        <w:spacing w:after="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nie podlegam wykluczeniu na podstawie art. 24 ust. 1 pkt 2 ustawy Prawo zamówień publicznych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„Art. 24.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1.  z postępowania o udzielenie zamówienia wyklucza się: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1)……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2) wykonawców, w stosunku do których otwarto likwidację lub których upadłość ogłoszono,</w:t>
      </w:r>
      <w:r w:rsidRPr="007A1F30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z wyjątkiem wykonawców, którzy po ogłoszeniu upadłości zawarli układ zatwierdzony pełnomocnym postanowieniem sądu, jeżeli układ nie przewiduje zaspokojenia wierzycieli przez likwidację majątku upadłego;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3) ….</w:t>
      </w: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</w:p>
    <w:p w:rsidR="007A1F30" w:rsidRPr="007A1F30" w:rsidRDefault="007A1F30" w:rsidP="007A1F30">
      <w:pPr>
        <w:spacing w:after="0" w:line="240" w:lineRule="auto"/>
        <w:jc w:val="both"/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napToGrid w:val="0"/>
          <w:color w:val="000000"/>
          <w:sz w:val="20"/>
          <w:szCs w:val="20"/>
          <w:lang w:eastAsia="pl-PL"/>
        </w:rPr>
        <w:t>* tylko dla osób fizycznych prowadzących działalność gospodarczą</w:t>
      </w:r>
    </w:p>
    <w:p w:rsidR="007A1F30" w:rsidRPr="007A1F30" w:rsidRDefault="007A1F30" w:rsidP="007A1F30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7A1F30" w:rsidRPr="007A1F30" w:rsidRDefault="007A1F30" w:rsidP="007A1F30">
      <w:pPr>
        <w:spacing w:after="0" w:line="240" w:lineRule="auto"/>
        <w:ind w:left="1428"/>
        <w:jc w:val="both"/>
        <w:rPr>
          <w:rFonts w:ascii="Times New Roman" w:eastAsia="Times New Roman" w:hAnsi="Times New Roman"/>
          <w:color w:val="000000"/>
          <w:sz w:val="20"/>
          <w:szCs w:val="24"/>
          <w:lang w:eastAsia="pl-PL"/>
        </w:rPr>
      </w:pPr>
    </w:p>
    <w:p w:rsidR="007A1F30" w:rsidRPr="007A1F30" w:rsidRDefault="007A1F30" w:rsidP="007A1F30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7A1F30" w:rsidRPr="007A1F30" w:rsidRDefault="007A1F30" w:rsidP="007A1F30">
      <w:pPr>
        <w:tabs>
          <w:tab w:val="left" w:pos="5103"/>
        </w:tabs>
        <w:spacing w:after="0" w:line="300" w:lineRule="exac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............................, dnia ............................</w:t>
      </w:r>
      <w:r w:rsidRPr="007A1F30">
        <w:rPr>
          <w:rFonts w:ascii="Tahoma" w:eastAsia="Times New Roman" w:hAnsi="Tahoma" w:cs="Tahoma"/>
          <w:sz w:val="20"/>
          <w:szCs w:val="20"/>
          <w:lang w:eastAsia="pl-PL"/>
        </w:rPr>
        <w:tab/>
        <w:t xml:space="preserve">           ..................................................................</w:t>
      </w:r>
    </w:p>
    <w:p w:rsidR="00FE40C4" w:rsidRDefault="007A1F30" w:rsidP="007A1F30">
      <w:pPr>
        <w:spacing w:after="120" w:line="480" w:lineRule="auto"/>
        <w:ind w:left="5245"/>
        <w:jc w:val="right"/>
      </w:pPr>
      <w:r w:rsidRPr="007A1F30">
        <w:rPr>
          <w:rFonts w:ascii="Tahoma" w:eastAsia="Times New Roman" w:hAnsi="Tahoma" w:cs="Tahoma"/>
          <w:sz w:val="20"/>
          <w:szCs w:val="20"/>
          <w:lang w:eastAsia="pl-PL"/>
        </w:rPr>
        <w:t>(czytelne podpisy  osób fizycznych lub pełnomocników)</w:t>
      </w:r>
      <w:bookmarkStart w:id="5" w:name="_GoBack"/>
      <w:bookmarkEnd w:id="5"/>
    </w:p>
    <w:sectPr w:rsidR="00FE40C4" w:rsidSect="007D50D8">
      <w:headerReference w:type="default" r:id="rId7"/>
      <w:footerReference w:type="default" r:id="rId8"/>
      <w:pgSz w:w="11906" w:h="16838"/>
      <w:pgMar w:top="1985" w:right="1417" w:bottom="2127" w:left="1417" w:header="708" w:footer="1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0EEF" w:rsidRDefault="00640EEF" w:rsidP="002B3BA7">
      <w:pPr>
        <w:spacing w:after="0" w:line="240" w:lineRule="auto"/>
      </w:pPr>
      <w:r>
        <w:separator/>
      </w:r>
    </w:p>
  </w:endnote>
  <w:endnote w:type="continuationSeparator" w:id="0">
    <w:p w:rsidR="00640EEF" w:rsidRDefault="00640EEF" w:rsidP="002B3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BA7" w:rsidRDefault="00464BBA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22225</wp:posOffset>
              </wp:positionH>
              <wp:positionV relativeFrom="paragraph">
                <wp:posOffset>-318135</wp:posOffset>
              </wp:positionV>
              <wp:extent cx="5600700" cy="0"/>
              <wp:effectExtent l="12700" t="5715" r="6350" b="13335"/>
              <wp:wrapNone/>
              <wp:docPr id="5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1.75pt;margin-top:-25.05pt;width:44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QBe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"/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91440" distR="91440" simplePos="0" relativeHeight="251654656" behindDoc="0" locked="0" layoutInCell="1" allowOverlap="1">
              <wp:simplePos x="0" y="0"/>
              <wp:positionH relativeFrom="margin">
                <wp:posOffset>65405</wp:posOffset>
              </wp:positionH>
              <wp:positionV relativeFrom="line">
                <wp:posOffset>-318135</wp:posOffset>
              </wp:positionV>
              <wp:extent cx="5476240" cy="421640"/>
              <wp:effectExtent l="0" t="0" r="1905" b="1270"/>
              <wp:wrapSquare wrapText="bothSides"/>
              <wp:docPr id="1" name="Pole tekstowe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76240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50D8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sz w:val="12"/>
                              <w:szCs w:val="12"/>
                            </w:rPr>
                          </w:pP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Projekt współfinansowany przez Unię 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Europejską z  Europejskiego Funduszu Rozwoju Regionalnego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 xml:space="preserve"> w ramach Regionalnego Programu Operacyjnego</w:t>
                          </w:r>
                        </w:p>
                        <w:p w:rsidR="007D50D8" w:rsidRPr="003340F3" w:rsidRDefault="007D50D8" w:rsidP="007D50D8">
                          <w:pPr>
                            <w:spacing w:after="0" w:line="240" w:lineRule="auto"/>
                            <w:jc w:val="center"/>
                            <w:rPr>
                              <w:i/>
                              <w:iCs/>
                              <w:color w:val="808080"/>
                              <w:sz w:val="12"/>
                              <w:szCs w:val="12"/>
                            </w:rPr>
                          </w:pP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W</w:t>
                          </w:r>
                          <w:r w:rsidRPr="003340F3"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ojewództwa Zachodniopomorskiego na la</w:t>
                          </w:r>
                          <w:r>
                            <w:rPr>
                              <w:i/>
                              <w:iCs/>
                              <w:sz w:val="12"/>
                              <w:szCs w:val="12"/>
                            </w:rPr>
                            <w:t>ta 2007 - 2013</w:t>
                          </w:r>
                        </w:p>
                      </w:txbxContent>
                    </wps:txbx>
                    <wps:bodyPr rot="0" vert="horz" wrap="square" lIns="0" tIns="91440" rIns="0" bIns="9144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2" o:spid="_x0000_s1026" type="#_x0000_t202" style="position:absolute;margin-left:5.15pt;margin-top:-25.05pt;width:431.2pt;height:33.2pt;z-index:251654656;visibility:visible;mso-wrap-style:square;mso-width-percent:0;mso-height-percent:0;mso-wrap-distance-left:7.2pt;mso-wrap-distance-top:0;mso-wrap-distance-right:7.2pt;mso-wrap-distance-bottom:0;mso-position-horizontal:absolute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" filled="f" stroked="f" strokeweight=".5pt">
              <v:textbox inset="0,7.2pt,0,7.2pt">
                <w:txbxContent>
                  <w:p w:rsidR="007D50D8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sz w:val="12"/>
                        <w:szCs w:val="12"/>
                      </w:rPr>
                    </w:pP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Projekt współfinansowany przez Unię 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Europejską z  Europejskiego Funduszu Rozwoju Regionalnego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 xml:space="preserve"> w ramach Regionalnego Programu Operacyjnego</w:t>
                    </w:r>
                  </w:p>
                  <w:p w:rsidR="007D50D8" w:rsidRPr="003340F3" w:rsidRDefault="007D50D8" w:rsidP="007D50D8">
                    <w:pPr>
                      <w:spacing w:after="0" w:line="240" w:lineRule="auto"/>
                      <w:jc w:val="center"/>
                      <w:rPr>
                        <w:i/>
                        <w:iCs/>
                        <w:color w:val="808080"/>
                        <w:sz w:val="12"/>
                        <w:szCs w:val="12"/>
                      </w:rPr>
                    </w:pPr>
                    <w:r>
                      <w:rPr>
                        <w:i/>
                        <w:iCs/>
                        <w:sz w:val="12"/>
                        <w:szCs w:val="12"/>
                      </w:rPr>
                      <w:t>W</w:t>
                    </w:r>
                    <w:r w:rsidRPr="003340F3">
                      <w:rPr>
                        <w:i/>
                        <w:iCs/>
                        <w:sz w:val="12"/>
                        <w:szCs w:val="12"/>
                      </w:rPr>
                      <w:t>ojewództwa Zachodniopomorskiego na la</w:t>
                    </w:r>
                    <w:r>
                      <w:rPr>
                        <w:i/>
                        <w:iCs/>
                        <w:sz w:val="12"/>
                        <w:szCs w:val="12"/>
                      </w:rPr>
                      <w:t>ta 2007 - 2013</w:t>
                    </w:r>
                  </w:p>
                </w:txbxContent>
              </v:textbox>
              <w10:wrap type="square" anchorx="margin" anchory="line"/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-770255</wp:posOffset>
          </wp:positionH>
          <wp:positionV relativeFrom="paragraph">
            <wp:posOffset>-24765</wp:posOffset>
          </wp:positionV>
          <wp:extent cx="2644140" cy="890270"/>
          <wp:effectExtent l="0" t="0" r="3810" b="5080"/>
          <wp:wrapNone/>
          <wp:docPr id="2" name="Obraz 2" descr="PROGRAM_REGIONALNY_LONG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OGRAM_REGIONALNY_LONG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81" t="13345" r="5481" b="13345"/>
                  <a:stretch>
                    <a:fillRect/>
                  </a:stretch>
                </pic:blipFill>
                <pic:spPr bwMode="auto">
                  <a:xfrm>
                    <a:off x="0" y="0"/>
                    <a:ext cx="2644140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2719070</wp:posOffset>
          </wp:positionH>
          <wp:positionV relativeFrom="page">
            <wp:posOffset>9939655</wp:posOffset>
          </wp:positionV>
          <wp:extent cx="504825" cy="565150"/>
          <wp:effectExtent l="0" t="0" r="9525" b="635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-18000" contrast="36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65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4253230</wp:posOffset>
          </wp:positionH>
          <wp:positionV relativeFrom="paragraph">
            <wp:posOffset>40640</wp:posOffset>
          </wp:positionV>
          <wp:extent cx="2078990" cy="71247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899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0EEF" w:rsidRDefault="00640EEF" w:rsidP="002B3BA7">
      <w:pPr>
        <w:spacing w:after="0" w:line="240" w:lineRule="auto"/>
      </w:pPr>
      <w:r>
        <w:separator/>
      </w:r>
    </w:p>
  </w:footnote>
  <w:footnote w:type="continuationSeparator" w:id="0">
    <w:p w:rsidR="00640EEF" w:rsidRDefault="00640EEF" w:rsidP="002B3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898" w:rsidRDefault="00464BB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958215</wp:posOffset>
          </wp:positionH>
          <wp:positionV relativeFrom="paragraph">
            <wp:posOffset>9525</wp:posOffset>
          </wp:positionV>
          <wp:extent cx="545465" cy="645795"/>
          <wp:effectExtent l="0" t="0" r="6985" b="1905"/>
          <wp:wrapNone/>
          <wp:docPr id="6" name="Obraz 6" descr="powgol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powgol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645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1592580</wp:posOffset>
          </wp:positionH>
          <wp:positionV relativeFrom="paragraph">
            <wp:posOffset>-34925</wp:posOffset>
          </wp:positionV>
          <wp:extent cx="3345180" cy="690245"/>
          <wp:effectExtent l="0" t="0" r="7620" b="0"/>
          <wp:wrapNone/>
          <wp:docPr id="7" name="Obraz 7" descr="logotyp powi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typ powiat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5598" r="16353"/>
                  <a:stretch>
                    <a:fillRect/>
                  </a:stretch>
                </pic:blipFill>
                <pic:spPr bwMode="auto">
                  <a:xfrm>
                    <a:off x="0" y="0"/>
                    <a:ext cx="3345180" cy="69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01898" w:rsidRDefault="005018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9C"/>
    <w:rsid w:val="00064E90"/>
    <w:rsid w:val="002B3BA7"/>
    <w:rsid w:val="002C191D"/>
    <w:rsid w:val="00464BBA"/>
    <w:rsid w:val="00501898"/>
    <w:rsid w:val="00532B11"/>
    <w:rsid w:val="00581473"/>
    <w:rsid w:val="005D507A"/>
    <w:rsid w:val="00604C29"/>
    <w:rsid w:val="00640EEF"/>
    <w:rsid w:val="007A1F30"/>
    <w:rsid w:val="007D50D8"/>
    <w:rsid w:val="00965059"/>
    <w:rsid w:val="009842F0"/>
    <w:rsid w:val="009B7B9C"/>
    <w:rsid w:val="00A31FDA"/>
    <w:rsid w:val="00AA0699"/>
    <w:rsid w:val="00AE7F5B"/>
    <w:rsid w:val="00FE4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40C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B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3BA7"/>
  </w:style>
  <w:style w:type="paragraph" w:styleId="Stopka">
    <w:name w:val="footer"/>
    <w:basedOn w:val="Normalny"/>
    <w:link w:val="StopkaZnak"/>
    <w:uiPriority w:val="99"/>
    <w:unhideWhenUsed/>
    <w:rsid w:val="002B3B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3B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adek\Moje%20dokumenty\Downloads\papier%20projekt%20(2)%20(2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projekt (2) (2)</Template>
  <TotalTime>0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</dc:creator>
  <cp:lastModifiedBy>agata</cp:lastModifiedBy>
  <cp:revision>3</cp:revision>
  <cp:lastPrinted>2012-02-29T08:15:00Z</cp:lastPrinted>
  <dcterms:created xsi:type="dcterms:W3CDTF">2012-02-29T12:44:00Z</dcterms:created>
  <dcterms:modified xsi:type="dcterms:W3CDTF">2012-03-09T10:54:00Z</dcterms:modified>
</cp:coreProperties>
</file>